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6BF" w:rsidRDefault="004626BF">
      <w:r>
        <w:t>Projektarbeit Kurs: JAVA7</w:t>
      </w:r>
    </w:p>
    <w:p w:rsidR="004626BF" w:rsidRDefault="004626BF">
      <w:r>
        <w:t>Name: Bernd Schubert, Alfatraining Rostock</w:t>
      </w:r>
    </w:p>
    <w:p w:rsidR="004626BF" w:rsidRDefault="004626BF"/>
    <w:p w:rsidR="004626BF" w:rsidRPr="00EB12B2" w:rsidRDefault="004626BF">
      <w:pPr>
        <w:rPr>
          <w:u w:val="single"/>
        </w:rPr>
      </w:pPr>
      <w:r w:rsidRPr="00EB12B2">
        <w:rPr>
          <w:u w:val="single"/>
        </w:rPr>
        <w:t>Kurzbeschreibung:</w:t>
      </w:r>
    </w:p>
    <w:p w:rsidR="004626BF" w:rsidRDefault="004626BF" w:rsidP="003E3D51">
      <w:r>
        <w:t>Verwaltung eines Kuchenbasars mit einer SQLite Datenbank</w:t>
      </w:r>
    </w:p>
    <w:p w:rsidR="004626BF" w:rsidRDefault="004626BF" w:rsidP="003E3D51">
      <w:r>
        <w:t xml:space="preserve">5 </w:t>
      </w:r>
      <w:bookmarkStart w:id="0" w:name="_GoBack"/>
      <w:bookmarkEnd w:id="0"/>
      <w:r>
        <w:t xml:space="preserve">kleine Tabellen </w:t>
      </w:r>
    </w:p>
    <w:p w:rsidR="004626BF" w:rsidRDefault="004626BF" w:rsidP="003E3D51">
      <w:r>
        <w:t xml:space="preserve">   KUCHEN</w:t>
      </w:r>
    </w:p>
    <w:p w:rsidR="004626BF" w:rsidRDefault="004626BF" w:rsidP="003E3D51">
      <w:r>
        <w:t xml:space="preserve">   GAESTE</w:t>
      </w:r>
    </w:p>
    <w:p w:rsidR="004626BF" w:rsidRDefault="004626BF" w:rsidP="003E3D51">
      <w:r>
        <w:t xml:space="preserve">   BESTELLUNGEN (m:n)</w:t>
      </w:r>
    </w:p>
    <w:p w:rsidR="004626BF" w:rsidRDefault="004626BF" w:rsidP="003E3D51">
      <w:r>
        <w:t xml:space="preserve">   EINRICHTUNGEN (is-a)</w:t>
      </w:r>
    </w:p>
    <w:p w:rsidR="004626BF" w:rsidRDefault="004626BF" w:rsidP="003E3D51">
      <w:r>
        <w:t xml:space="preserve">   BACKWAREN (is-a)</w:t>
      </w:r>
    </w:p>
    <w:p w:rsidR="004626BF" w:rsidRDefault="004626BF" w:rsidP="003E3D51"/>
    <w:p w:rsidR="004626BF" w:rsidRDefault="004626BF" w:rsidP="003E3D51">
      <w:r>
        <w:t>Schwerpunkte möchte ich setzen auf</w:t>
      </w:r>
    </w:p>
    <w:p w:rsidR="004626BF" w:rsidRDefault="004626BF" w:rsidP="003E3D51">
      <w:r>
        <w:t>- verschiedene Datentypen Ein/Ausgabe: INT, DOUBLE, BOOLEAN, STRING und DATE</w:t>
      </w:r>
    </w:p>
    <w:p w:rsidR="004626BF" w:rsidRDefault="004626BF" w:rsidP="003E3D51">
      <w:r>
        <w:t>- sichere Grundfunktionen:</w:t>
      </w:r>
    </w:p>
    <w:p w:rsidR="004626BF" w:rsidRDefault="004626BF" w:rsidP="003E3D51">
      <w:r>
        <w:t xml:space="preserve">  Anzeigen</w:t>
      </w:r>
    </w:p>
    <w:p w:rsidR="004626BF" w:rsidRDefault="004626BF" w:rsidP="003E3D51">
      <w:r>
        <w:t xml:space="preserve">  Filter</w:t>
      </w:r>
    </w:p>
    <w:p w:rsidR="004626BF" w:rsidRDefault="004626BF" w:rsidP="003E3D51">
      <w:r>
        <w:t xml:space="preserve">  Insert</w:t>
      </w:r>
    </w:p>
    <w:p w:rsidR="004626BF" w:rsidRDefault="004626BF" w:rsidP="003E3D51">
      <w:r>
        <w:t xml:space="preserve">  Update</w:t>
      </w:r>
    </w:p>
    <w:p w:rsidR="004626BF" w:rsidRDefault="004626BF" w:rsidP="003E3D51">
      <w:r>
        <w:t xml:space="preserve">  Delete</w:t>
      </w:r>
    </w:p>
    <w:p w:rsidR="004626BF" w:rsidRDefault="004626BF" w:rsidP="003E3D51">
      <w:r>
        <w:t xml:space="preserve">  eventuell ZAP und Import</w:t>
      </w:r>
    </w:p>
    <w:p w:rsidR="004626BF" w:rsidRDefault="004626BF" w:rsidP="003E3D51">
      <w:r>
        <w:t>- Zusammenwirken der 3 Tabellen ist zumindest konzeptionell durchgespielt</w:t>
      </w:r>
    </w:p>
    <w:p w:rsidR="004626BF" w:rsidRDefault="004626BF" w:rsidP="003E3D51">
      <w:r>
        <w:t xml:space="preserve">  (es soll z.B. nicht mehr bestellt werden können als aktuell vorhanden ist,</w:t>
      </w:r>
    </w:p>
    <w:p w:rsidR="004626BF" w:rsidRDefault="004626BF" w:rsidP="003E3D51">
      <w:r>
        <w:t xml:space="preserve">   dabei kann es aber zu Rückgaben kommen, Umbestellungen notwendig werden usw.)</w:t>
      </w:r>
    </w:p>
    <w:p w:rsidR="004626BF" w:rsidRDefault="004626BF"/>
    <w:p w:rsidR="004626BF" w:rsidRPr="00EB12B2" w:rsidRDefault="004626BF">
      <w:pPr>
        <w:rPr>
          <w:u w:val="single"/>
        </w:rPr>
      </w:pPr>
      <w:r w:rsidRPr="00EB12B2">
        <w:rPr>
          <w:u w:val="single"/>
        </w:rPr>
        <w:t>Speziell genutzte Klassen:</w:t>
      </w:r>
    </w:p>
    <w:p w:rsidR="004626BF" w:rsidRDefault="004626BF" w:rsidP="003E3D51">
      <w:r>
        <w:t>SQLite (aktuelle Ressource und sqlite3.dll im Projektverzeichnis)  und JAVA (Swing etc)</w:t>
      </w:r>
    </w:p>
    <w:p w:rsidR="004626BF" w:rsidRPr="00430252" w:rsidRDefault="004626BF">
      <w:r w:rsidRPr="00430252">
        <w:t>MySQL ist</w:t>
      </w:r>
      <w:r>
        <w:t xml:space="preserve"> nur</w:t>
      </w:r>
      <w:r w:rsidRPr="00430252">
        <w:t xml:space="preserve"> temporär notwendig, weil Klassen und Zugangslogik</w:t>
      </w:r>
      <w:r>
        <w:t xml:space="preserve"> angepaßt werden müssen </w:t>
      </w:r>
    </w:p>
    <w:p w:rsidR="004626BF" w:rsidRPr="00EB12B2" w:rsidRDefault="004626BF">
      <w:pPr>
        <w:rPr>
          <w:u w:val="single"/>
        </w:rPr>
      </w:pPr>
      <w:r w:rsidRPr="00EB12B2">
        <w:rPr>
          <w:u w:val="single"/>
        </w:rPr>
        <w:t>Besonderheiten:</w:t>
      </w:r>
    </w:p>
    <w:p w:rsidR="004626BF" w:rsidRDefault="004626BF" w:rsidP="003E3D51"/>
    <w:p w:rsidR="004626BF" w:rsidRDefault="004626BF" w:rsidP="003E3D51">
      <w:r>
        <w:t>Falls ich nicht alle Tabellen vollständig realisieren kann, möchte ich zumindest</w:t>
      </w:r>
    </w:p>
    <w:p w:rsidR="004626BF" w:rsidRDefault="004626BF" w:rsidP="003E3D51">
      <w:r>
        <w:t>doch noch</w:t>
      </w:r>
    </w:p>
    <w:p w:rsidR="004626BF" w:rsidRDefault="004626BF" w:rsidP="003E3D51">
      <w:r>
        <w:t xml:space="preserve">PROJEKTIDEE 2 </w:t>
      </w:r>
    </w:p>
    <w:p w:rsidR="004626BF" w:rsidRDefault="004626BF" w:rsidP="003E3D51"/>
    <w:p w:rsidR="004626BF" w:rsidRDefault="004626BF" w:rsidP="003E3D51">
      <w:r>
        <w:t>vorstellen, die jedoch möglicherweise nur fragmentarisch implementiert wird</w:t>
      </w:r>
    </w:p>
    <w:p w:rsidR="004626BF" w:rsidRDefault="004626BF" w:rsidP="003E3D51"/>
    <w:p w:rsidR="004626BF" w:rsidRDefault="004626BF" w:rsidP="003E3D51">
      <w:r>
        <w:t>Muster Erkennen und Vervollständigen</w:t>
      </w:r>
    </w:p>
    <w:p w:rsidR="004626BF" w:rsidRDefault="004626BF" w:rsidP="003E3D51"/>
    <w:p w:rsidR="004626BF" w:rsidRDefault="004626BF" w:rsidP="003E3D51">
      <w:r>
        <w:t>Ich verwende ein modifiziertes Neuronales Netz,</w:t>
      </w:r>
    </w:p>
    <w:p w:rsidR="004626BF" w:rsidRDefault="004626BF" w:rsidP="003E3D51">
      <w:r>
        <w:t>leider ist meine Mathematik dazu gut 30 Jahre alt...</w:t>
      </w:r>
    </w:p>
    <w:p w:rsidR="004626BF" w:rsidRDefault="004626BF" w:rsidP="003E3D51"/>
    <w:p w:rsidR="004626BF" w:rsidRDefault="004626BF" w:rsidP="003E3D51">
      <w:r>
        <w:t>Meine Vorlage in TURBO-PASCAL läuft, wie alle meine 16-bit Programme von damals,</w:t>
      </w:r>
    </w:p>
    <w:p w:rsidR="004626BF" w:rsidRDefault="004626BF" w:rsidP="003E3D51">
      <w:r>
        <w:t>leider nur noch in einer virtuellen Maschine, was eine Analyse fast unmöglich macht</w:t>
      </w:r>
    </w:p>
    <w:p w:rsidR="004626BF" w:rsidRDefault="004626BF" w:rsidP="003E3D51"/>
    <w:p w:rsidR="004626BF" w:rsidRDefault="004626BF" w:rsidP="003E3D51">
      <w:r>
        <w:t>Zudem liegt offenbar im Unterschied der Arrays [1..n] (Pascal) zu [0..n-1] (C,Java)</w:t>
      </w:r>
    </w:p>
    <w:p w:rsidR="004626BF" w:rsidRDefault="004626BF" w:rsidP="003E3D51">
      <w:r>
        <w:t>der Teufel im Detail.</w:t>
      </w:r>
    </w:p>
    <w:p w:rsidR="004626BF" w:rsidRDefault="004626BF" w:rsidP="003E3D51"/>
    <w:p w:rsidR="004626BF" w:rsidRDefault="004626BF" w:rsidP="003E3D51">
      <w:r>
        <w:t xml:space="preserve">Obwohl ich das Thema vor 3 Wochen liegen lassen mußte (zu widerspenstig), </w:t>
      </w:r>
    </w:p>
    <w:p w:rsidR="004626BF" w:rsidRDefault="004626BF" w:rsidP="003E3D51">
      <w:r>
        <w:t>würde ich gern den neuen "visual" Ansatz aufzeigen und vielleicht später realisieren.</w:t>
      </w:r>
    </w:p>
    <w:p w:rsidR="004626BF" w:rsidRDefault="004626BF" w:rsidP="003E3D51"/>
    <w:p w:rsidR="004626BF" w:rsidRPr="00EB12B2" w:rsidRDefault="004626BF" w:rsidP="003E3D51">
      <w:r>
        <w:t>(3 hardcopy von meiner alten Anwendung anbei :-)</w:t>
      </w:r>
    </w:p>
    <w:sectPr w:rsidR="004626BF" w:rsidRPr="00EB12B2" w:rsidSect="002B7D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12B2"/>
    <w:rsid w:val="00127A83"/>
    <w:rsid w:val="00215F20"/>
    <w:rsid w:val="002B7D53"/>
    <w:rsid w:val="00301BBA"/>
    <w:rsid w:val="003E3D51"/>
    <w:rsid w:val="00430252"/>
    <w:rsid w:val="004626BF"/>
    <w:rsid w:val="00BF41E8"/>
    <w:rsid w:val="00EB1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D53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236</Words>
  <Characters>1489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Alfa</dc:creator>
  <cp:keywords/>
  <dc:description/>
  <cp:lastModifiedBy>Bernd</cp:lastModifiedBy>
  <cp:revision>4</cp:revision>
  <dcterms:created xsi:type="dcterms:W3CDTF">2014-08-11T06:37:00Z</dcterms:created>
  <dcterms:modified xsi:type="dcterms:W3CDTF">2015-02-21T13:44:00Z</dcterms:modified>
</cp:coreProperties>
</file>